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3F" w:rsidRDefault="00A710EB">
      <w:pPr>
        <w:spacing w:before="86"/>
        <w:ind w:left="593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de-DE" w:eastAsia="de-DE"/>
        </w:rPr>
        <w:drawing>
          <wp:inline distT="0" distB="0" distL="0" distR="0">
            <wp:extent cx="276225" cy="276225"/>
            <wp:effectExtent l="0" t="0" r="9525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line="200" w:lineRule="exact"/>
        <w:rPr>
          <w:sz w:val="20"/>
          <w:szCs w:val="20"/>
        </w:rPr>
      </w:pPr>
    </w:p>
    <w:p w:rsidR="0057063F" w:rsidRDefault="0057063F">
      <w:pPr>
        <w:spacing w:before="3" w:line="280" w:lineRule="exact"/>
        <w:rPr>
          <w:sz w:val="28"/>
          <w:szCs w:val="28"/>
        </w:rPr>
      </w:pPr>
    </w:p>
    <w:p w:rsidR="0057063F" w:rsidRPr="00930EA7" w:rsidRDefault="00A710EB" w:rsidP="00930EA7">
      <w:pPr>
        <w:pStyle w:val="berschrift1"/>
        <w:spacing w:before="56" w:line="386" w:lineRule="exact"/>
        <w:ind w:left="0"/>
        <w:jc w:val="center"/>
        <w:rPr>
          <w:b w:val="0"/>
          <w:bCs w:val="0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1794510</wp:posOffset>
                </wp:positionH>
                <wp:positionV relativeFrom="paragraph">
                  <wp:posOffset>-1603375</wp:posOffset>
                </wp:positionV>
                <wp:extent cx="43815" cy="768350"/>
                <wp:effectExtent l="3810" t="1270" r="0" b="190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815" cy="768350"/>
                          <a:chOff x="2826" y="-2525"/>
                          <a:chExt cx="69" cy="1210"/>
                        </a:xfrm>
                      </wpg:grpSpPr>
                      <wpg:grpSp>
                        <wpg:cNvPr id="4" name="Group 8"/>
                        <wpg:cNvGrpSpPr>
                          <a:grpSpLocks/>
                        </wpg:cNvGrpSpPr>
                        <wpg:grpSpPr bwMode="auto">
                          <a:xfrm>
                            <a:off x="2860" y="-1730"/>
                            <a:ext cx="2" cy="381"/>
                            <a:chOff x="2860" y="-1730"/>
                            <a:chExt cx="2" cy="381"/>
                          </a:xfrm>
                        </wpg:grpSpPr>
                        <wps:wsp>
                          <wps:cNvPr id="5" name="Freeform 9"/>
                          <wps:cNvSpPr>
                            <a:spLocks/>
                          </wps:cNvSpPr>
                          <wps:spPr bwMode="auto">
                            <a:xfrm>
                              <a:off x="2860" y="-1730"/>
                              <a:ext cx="2" cy="381"/>
                            </a:xfrm>
                            <a:custGeom>
                              <a:avLst/>
                              <a:gdLst>
                                <a:gd name="T0" fmla="+- 0 -1730 -1730"/>
                                <a:gd name="T1" fmla="*/ -1730 h 381"/>
                                <a:gd name="T2" fmla="+- 0 -1350 -1730"/>
                                <a:gd name="T3" fmla="*/ -1350 h 3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1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43524">
                              <a:solidFill>
                                <a:srgbClr val="F5CE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2860" y="-2112"/>
                            <a:ext cx="2" cy="383"/>
                            <a:chOff x="2860" y="-2112"/>
                            <a:chExt cx="2" cy="383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860" y="-2112"/>
                              <a:ext cx="2" cy="383"/>
                            </a:xfrm>
                            <a:custGeom>
                              <a:avLst/>
                              <a:gdLst>
                                <a:gd name="T0" fmla="+- 0 -2112 -2112"/>
                                <a:gd name="T1" fmla="*/ -2112 h 383"/>
                                <a:gd name="T2" fmla="+- 0 -1730 -2112"/>
                                <a:gd name="T3" fmla="*/ -1730 h 3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3">
                                  <a:moveTo>
                                    <a:pt x="0" y="0"/>
                                  </a:move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43524">
                              <a:solidFill>
                                <a:srgbClr val="ED1C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4"/>
                        <wpg:cNvGrpSpPr>
                          <a:grpSpLocks/>
                        </wpg:cNvGrpSpPr>
                        <wpg:grpSpPr bwMode="auto">
                          <a:xfrm>
                            <a:off x="2860" y="-2491"/>
                            <a:ext cx="2" cy="381"/>
                            <a:chOff x="2860" y="-2491"/>
                            <a:chExt cx="2" cy="381"/>
                          </a:xfrm>
                        </wpg:grpSpPr>
                        <wps:wsp>
                          <wps:cNvPr id="9" name="Freeform 5"/>
                          <wps:cNvSpPr>
                            <a:spLocks/>
                          </wps:cNvSpPr>
                          <wps:spPr bwMode="auto">
                            <a:xfrm>
                              <a:off x="2860" y="-2491"/>
                              <a:ext cx="2" cy="381"/>
                            </a:xfrm>
                            <a:custGeom>
                              <a:avLst/>
                              <a:gdLst>
                                <a:gd name="T0" fmla="+- 0 -2491 -2491"/>
                                <a:gd name="T1" fmla="*/ -2491 h 381"/>
                                <a:gd name="T2" fmla="+- 0 -2110 -2491"/>
                                <a:gd name="T3" fmla="*/ -2110 h 3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1">
                                  <a:moveTo>
                                    <a:pt x="0" y="0"/>
                                  </a:moveTo>
                                  <a:lnTo>
                                    <a:pt x="0" y="381"/>
                                  </a:lnTo>
                                </a:path>
                              </a:pathLst>
                            </a:custGeom>
                            <a:noFill/>
                            <a:ln w="4352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33274ED9" id="Group 3" o:spid="_x0000_s1026" style="position:absolute;margin-left:141.3pt;margin-top:-126.25pt;width:3.45pt;height:60.5pt;z-index:-251659264;mso-position-horizontal-relative:page" coordorigin="2826,-2525" coordsize="69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">
                <v:group id="Group 8" o:spid="_x0000_s1027" style="position:absolute;left:2860;top:-1730;width:2;height:381" coordorigin="2860,-1730" coordsize="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9" o:spid="_x0000_s1028" style="position:absolute;left:2860;top:-1730;width:2;height:381;visibility:visible;mso-wrap-style:square;v-text-anchor:top" coordsize="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" path="m,l,380e" filled="f" strokecolor="#f5ce00" strokeweight="1.209mm">
                    <v:path arrowok="t" o:connecttype="custom" o:connectlocs="0,-1730;0,-1350" o:connectangles="0,0"/>
                  </v:shape>
                </v:group>
                <v:group id="Group 6" o:spid="_x0000_s1029" style="position:absolute;left:2860;top:-2112;width:2;height:383" coordorigin="2860,-2112" coordsize="2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30" style="position:absolute;left:2860;top:-2112;width:2;height:383;visibility:visible;mso-wrap-style:square;v-text-anchor:top" coordsize="2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" path="m,l,382e" filled="f" strokecolor="#ed1c24" strokeweight="1.209mm">
                    <v:path arrowok="t" o:connecttype="custom" o:connectlocs="0,-2112;0,-1730" o:connectangles="0,0"/>
                  </v:shape>
                </v:group>
                <v:group id="Group 4" o:spid="_x0000_s1031" style="position:absolute;left:2860;top:-2491;width:2;height:381" coordorigin="2860,-2491" coordsize="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5" o:spid="_x0000_s1032" style="position:absolute;left:2860;top:-2491;width:2;height:381;visibility:visible;mso-wrap-style:square;v-text-anchor:top" coordsize="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" path="m,l,381e" filled="f" strokecolor="#231f20" strokeweight="1.209mm">
                    <v:path arrowok="t" o:connecttype="custom" o:connectlocs="0,-2491;0,-211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1911985</wp:posOffset>
            </wp:positionH>
            <wp:positionV relativeFrom="paragraph">
              <wp:posOffset>-1590040</wp:posOffset>
            </wp:positionV>
            <wp:extent cx="1080135" cy="428625"/>
            <wp:effectExtent l="0" t="0" r="5715" b="952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A7" w:rsidRPr="00930EA7">
        <w:rPr>
          <w:color w:val="231F20"/>
          <w:spacing w:val="-1"/>
          <w:lang w:val="de-DE"/>
        </w:rPr>
        <w:t>Handbuch</w:t>
      </w:r>
    </w:p>
    <w:p w:rsidR="00C231A7" w:rsidRDefault="00C231A7" w:rsidP="00930EA7">
      <w:pPr>
        <w:spacing w:before="9" w:line="380" w:lineRule="exact"/>
        <w:jc w:val="center"/>
        <w:rPr>
          <w:rFonts w:ascii="Arial" w:hAnsi="Arial"/>
          <w:b/>
          <w:color w:val="231F20"/>
          <w:spacing w:val="25"/>
          <w:w w:val="99"/>
          <w:sz w:val="34"/>
          <w:lang w:val="de-DE"/>
        </w:rPr>
      </w:pP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für</w:t>
      </w:r>
      <w:r w:rsidRPr="00930EA7">
        <w:rPr>
          <w:rFonts w:ascii="Arial" w:hAnsi="Arial"/>
          <w:b/>
          <w:color w:val="231F20"/>
          <w:spacing w:val="-9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z w:val="34"/>
          <w:lang w:val="de-DE"/>
        </w:rPr>
        <w:t>die</w:t>
      </w:r>
      <w:r w:rsidRPr="00930EA7">
        <w:rPr>
          <w:rFonts w:ascii="Arial" w:hAnsi="Arial"/>
          <w:b/>
          <w:color w:val="231F20"/>
          <w:spacing w:val="-9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3"/>
          <w:sz w:val="34"/>
          <w:lang w:val="de-DE"/>
        </w:rPr>
        <w:t>Vergabe</w:t>
      </w:r>
      <w:r w:rsidRPr="00930EA7">
        <w:rPr>
          <w:rFonts w:ascii="Arial" w:hAnsi="Arial"/>
          <w:b/>
          <w:color w:val="231F20"/>
          <w:spacing w:val="-9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und</w:t>
      </w:r>
      <w:r w:rsidRPr="00930EA7">
        <w:rPr>
          <w:rFonts w:ascii="Arial" w:hAnsi="Arial"/>
          <w:b/>
          <w:color w:val="231F20"/>
          <w:spacing w:val="-9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2"/>
          <w:sz w:val="34"/>
          <w:lang w:val="de-DE"/>
        </w:rPr>
        <w:t>Ausführung</w:t>
      </w:r>
    </w:p>
    <w:p w:rsidR="00C231A7" w:rsidRDefault="00C231A7" w:rsidP="00930EA7">
      <w:pPr>
        <w:spacing w:before="9" w:line="380" w:lineRule="exact"/>
        <w:jc w:val="center"/>
        <w:rPr>
          <w:rFonts w:ascii="Arial" w:hAnsi="Arial"/>
          <w:b/>
          <w:color w:val="231F20"/>
          <w:spacing w:val="-1"/>
          <w:sz w:val="34"/>
          <w:lang w:val="de-DE"/>
        </w:rPr>
      </w:pPr>
      <w:r w:rsidRPr="00930EA7">
        <w:rPr>
          <w:rFonts w:ascii="Arial" w:hAnsi="Arial"/>
          <w:b/>
          <w:color w:val="231F20"/>
          <w:spacing w:val="-4"/>
          <w:sz w:val="34"/>
          <w:lang w:val="de-DE"/>
        </w:rPr>
        <w:t>v</w:t>
      </w:r>
      <w:r w:rsidRPr="00930EA7">
        <w:rPr>
          <w:rFonts w:ascii="Arial" w:hAnsi="Arial"/>
          <w:b/>
          <w:color w:val="231F20"/>
          <w:spacing w:val="-5"/>
          <w:sz w:val="34"/>
          <w:lang w:val="de-DE"/>
        </w:rPr>
        <w:t>on</w:t>
      </w:r>
      <w:r w:rsidRPr="00930EA7">
        <w:rPr>
          <w:rFonts w:ascii="Arial" w:hAnsi="Arial"/>
          <w:b/>
          <w:color w:val="231F20"/>
          <w:spacing w:val="-17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freiberuflichen</w:t>
      </w:r>
      <w:r w:rsidRPr="00930EA7">
        <w:rPr>
          <w:rFonts w:ascii="Arial" w:hAnsi="Arial"/>
          <w:b/>
          <w:color w:val="231F20"/>
          <w:spacing w:val="-16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Leistungen</w:t>
      </w:r>
    </w:p>
    <w:p w:rsidR="0057063F" w:rsidRPr="00930EA7" w:rsidRDefault="00C231A7" w:rsidP="00930EA7">
      <w:pPr>
        <w:spacing w:before="9" w:line="380" w:lineRule="exact"/>
        <w:jc w:val="center"/>
        <w:rPr>
          <w:rFonts w:ascii="Arial" w:eastAsia="Arial" w:hAnsi="Arial" w:cs="Arial"/>
          <w:sz w:val="34"/>
          <w:szCs w:val="34"/>
          <w:lang w:val="de-DE"/>
        </w:rPr>
      </w:pP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im</w:t>
      </w:r>
      <w:r w:rsidRPr="00930EA7">
        <w:rPr>
          <w:rFonts w:ascii="Arial" w:hAnsi="Arial"/>
          <w:b/>
          <w:color w:val="231F20"/>
          <w:spacing w:val="-8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Straßen-</w:t>
      </w:r>
      <w:r w:rsidRPr="00930EA7">
        <w:rPr>
          <w:rFonts w:ascii="Arial" w:hAnsi="Arial"/>
          <w:b/>
          <w:color w:val="231F20"/>
          <w:spacing w:val="-7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1"/>
          <w:sz w:val="34"/>
          <w:lang w:val="de-DE"/>
        </w:rPr>
        <w:t>und</w:t>
      </w:r>
      <w:r w:rsidRPr="00930EA7">
        <w:rPr>
          <w:rFonts w:ascii="Arial" w:hAnsi="Arial"/>
          <w:b/>
          <w:color w:val="231F20"/>
          <w:spacing w:val="-6"/>
          <w:sz w:val="34"/>
          <w:lang w:val="de-DE"/>
        </w:rPr>
        <w:t xml:space="preserve"> </w:t>
      </w:r>
      <w:r w:rsidRPr="00930EA7">
        <w:rPr>
          <w:rFonts w:ascii="Arial" w:hAnsi="Arial"/>
          <w:b/>
          <w:color w:val="231F20"/>
          <w:spacing w:val="-2"/>
          <w:sz w:val="34"/>
          <w:lang w:val="de-DE"/>
        </w:rPr>
        <w:t>Brückenbau</w:t>
      </w:r>
    </w:p>
    <w:p w:rsidR="0057063F" w:rsidRPr="00930EA7" w:rsidRDefault="0057063F">
      <w:pPr>
        <w:spacing w:line="340" w:lineRule="exact"/>
        <w:rPr>
          <w:sz w:val="34"/>
          <w:szCs w:val="34"/>
          <w:lang w:val="de-DE"/>
        </w:rPr>
      </w:pPr>
    </w:p>
    <w:p w:rsidR="0057063F" w:rsidRPr="00930EA7" w:rsidRDefault="0057063F">
      <w:pPr>
        <w:spacing w:line="340" w:lineRule="exact"/>
        <w:rPr>
          <w:sz w:val="34"/>
          <w:szCs w:val="34"/>
          <w:lang w:val="de-DE"/>
        </w:rPr>
      </w:pPr>
    </w:p>
    <w:p w:rsidR="0057063F" w:rsidRPr="00930EA7" w:rsidRDefault="0057063F">
      <w:pPr>
        <w:spacing w:line="340" w:lineRule="exact"/>
        <w:rPr>
          <w:sz w:val="34"/>
          <w:szCs w:val="34"/>
          <w:lang w:val="de-DE"/>
        </w:rPr>
      </w:pPr>
    </w:p>
    <w:p w:rsidR="0057063F" w:rsidRPr="00930EA7" w:rsidRDefault="0057063F">
      <w:pPr>
        <w:spacing w:before="15" w:line="480" w:lineRule="exact"/>
        <w:rPr>
          <w:sz w:val="48"/>
          <w:szCs w:val="48"/>
          <w:lang w:val="de-DE"/>
        </w:rPr>
      </w:pPr>
    </w:p>
    <w:p w:rsidR="0057063F" w:rsidRPr="00930EA7" w:rsidRDefault="00C231A7" w:rsidP="00930EA7">
      <w:pPr>
        <w:jc w:val="center"/>
        <w:rPr>
          <w:rFonts w:ascii="Arial" w:eastAsia="Arial" w:hAnsi="Arial" w:cs="Arial"/>
          <w:sz w:val="68"/>
          <w:szCs w:val="68"/>
          <w:lang w:val="de-DE"/>
        </w:rPr>
      </w:pPr>
      <w:r w:rsidRPr="00930EA7">
        <w:rPr>
          <w:rFonts w:ascii="Arial"/>
          <w:b/>
          <w:color w:val="231F20"/>
          <w:spacing w:val="-3"/>
          <w:sz w:val="68"/>
          <w:lang w:val="de-DE"/>
        </w:rPr>
        <w:t>H</w:t>
      </w:r>
      <w:r w:rsidRPr="00930EA7">
        <w:rPr>
          <w:rFonts w:ascii="Arial"/>
          <w:b/>
          <w:color w:val="231F20"/>
          <w:spacing w:val="-44"/>
          <w:sz w:val="68"/>
          <w:lang w:val="de-DE"/>
        </w:rPr>
        <w:t>V</w:t>
      </w:r>
      <w:r w:rsidRPr="00930EA7">
        <w:rPr>
          <w:rFonts w:ascii="Arial"/>
          <w:b/>
          <w:color w:val="231F20"/>
          <w:sz w:val="68"/>
          <w:lang w:val="de-DE"/>
        </w:rPr>
        <w:t>A</w:t>
      </w:r>
      <w:r w:rsidRPr="00930EA7">
        <w:rPr>
          <w:rFonts w:ascii="Arial"/>
          <w:b/>
          <w:color w:val="231F20"/>
          <w:spacing w:val="-8"/>
          <w:sz w:val="68"/>
          <w:lang w:val="de-DE"/>
        </w:rPr>
        <w:t xml:space="preserve"> </w:t>
      </w:r>
      <w:r w:rsidRPr="00930EA7">
        <w:rPr>
          <w:rFonts w:ascii="Arial"/>
          <w:b/>
          <w:color w:val="231F20"/>
          <w:spacing w:val="-23"/>
          <w:sz w:val="68"/>
          <w:lang w:val="de-DE"/>
        </w:rPr>
        <w:t>F</w:t>
      </w:r>
      <w:r w:rsidRPr="00930EA7">
        <w:rPr>
          <w:rFonts w:ascii="Arial"/>
          <w:b/>
          <w:color w:val="231F20"/>
          <w:spacing w:val="22"/>
          <w:sz w:val="68"/>
          <w:lang w:val="de-DE"/>
        </w:rPr>
        <w:t>-</w:t>
      </w:r>
      <w:r w:rsidRPr="00930EA7">
        <w:rPr>
          <w:rFonts w:ascii="Arial"/>
          <w:b/>
          <w:color w:val="231F20"/>
          <w:spacing w:val="-8"/>
          <w:sz w:val="68"/>
          <w:lang w:val="de-DE"/>
        </w:rPr>
        <w:t>S</w:t>
      </w:r>
      <w:r w:rsidRPr="00930EA7">
        <w:rPr>
          <w:rFonts w:ascii="Arial"/>
          <w:b/>
          <w:color w:val="231F20"/>
          <w:spacing w:val="2"/>
          <w:sz w:val="68"/>
          <w:lang w:val="de-DE"/>
        </w:rPr>
        <w:t>t</w:t>
      </w:r>
      <w:r w:rsidRPr="00930EA7">
        <w:rPr>
          <w:rFonts w:ascii="Arial"/>
          <w:b/>
          <w:color w:val="231F20"/>
          <w:sz w:val="68"/>
          <w:lang w:val="de-DE"/>
        </w:rPr>
        <w:t>B</w:t>
      </w:r>
    </w:p>
    <w:p w:rsidR="0057063F" w:rsidRPr="00930EA7" w:rsidRDefault="00C231A7" w:rsidP="00930EA7">
      <w:pPr>
        <w:pStyle w:val="berschrift2"/>
        <w:spacing w:before="431"/>
        <w:ind w:left="0" w:firstLine="0"/>
        <w:jc w:val="center"/>
        <w:rPr>
          <w:b w:val="0"/>
          <w:bCs w:val="0"/>
          <w:lang w:val="de-DE"/>
        </w:rPr>
      </w:pPr>
      <w:r w:rsidRPr="00930EA7">
        <w:rPr>
          <w:color w:val="231F20"/>
          <w:spacing w:val="-2"/>
          <w:lang w:val="de-DE"/>
        </w:rPr>
        <w:t>Ausgabe:</w:t>
      </w:r>
      <w:r w:rsidR="00FD098B">
        <w:rPr>
          <w:color w:val="231F20"/>
          <w:spacing w:val="-3"/>
          <w:lang w:val="de-DE"/>
        </w:rPr>
        <w:t xml:space="preserve"> </w:t>
      </w:r>
      <w:r w:rsidR="00A6335E">
        <w:rPr>
          <w:color w:val="231F20"/>
          <w:lang w:val="de-DE"/>
        </w:rPr>
        <w:t>Januar</w:t>
      </w:r>
      <w:r w:rsidR="00A6335E" w:rsidRPr="00930EA7">
        <w:rPr>
          <w:color w:val="231F20"/>
          <w:spacing w:val="-4"/>
          <w:lang w:val="de-DE"/>
        </w:rPr>
        <w:t xml:space="preserve"> </w:t>
      </w:r>
      <w:r w:rsidRPr="00930EA7">
        <w:rPr>
          <w:color w:val="231F20"/>
          <w:spacing w:val="-5"/>
          <w:lang w:val="de-DE"/>
        </w:rPr>
        <w:t>20</w:t>
      </w:r>
      <w:r w:rsidR="00A6335E">
        <w:rPr>
          <w:color w:val="231F20"/>
          <w:spacing w:val="-5"/>
          <w:lang w:val="de-DE"/>
        </w:rPr>
        <w:t>21</w:t>
      </w: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line="240" w:lineRule="exact"/>
        <w:rPr>
          <w:sz w:val="24"/>
          <w:szCs w:val="24"/>
          <w:lang w:val="de-DE"/>
        </w:rPr>
      </w:pPr>
    </w:p>
    <w:p w:rsidR="0057063F" w:rsidRPr="00930EA7" w:rsidRDefault="0057063F">
      <w:pPr>
        <w:spacing w:before="10" w:line="340" w:lineRule="exact"/>
        <w:rPr>
          <w:sz w:val="34"/>
          <w:szCs w:val="34"/>
          <w:lang w:val="de-DE"/>
        </w:rPr>
      </w:pPr>
    </w:p>
    <w:p w:rsidR="0057063F" w:rsidRPr="00930EA7" w:rsidRDefault="00C231A7">
      <w:pPr>
        <w:ind w:left="2699" w:right="2282"/>
        <w:jc w:val="center"/>
        <w:rPr>
          <w:rFonts w:ascii="Arial" w:eastAsia="Arial" w:hAnsi="Arial" w:cs="Arial"/>
          <w:sz w:val="24"/>
          <w:szCs w:val="24"/>
          <w:lang w:val="de-DE"/>
        </w:rPr>
      </w:pPr>
      <w:r w:rsidRPr="00930EA7">
        <w:rPr>
          <w:rFonts w:ascii="Arial" w:hAnsi="Arial"/>
          <w:b/>
          <w:color w:val="231F20"/>
          <w:spacing w:val="-1"/>
          <w:sz w:val="24"/>
          <w:lang w:val="de-DE"/>
        </w:rPr>
        <w:t>Abteilung</w:t>
      </w:r>
      <w:r w:rsidRPr="00930EA7">
        <w:rPr>
          <w:rFonts w:ascii="Arial" w:hAnsi="Arial"/>
          <w:b/>
          <w:color w:val="231F20"/>
          <w:spacing w:val="-17"/>
          <w:sz w:val="24"/>
          <w:lang w:val="de-DE"/>
        </w:rPr>
        <w:t xml:space="preserve"> </w:t>
      </w:r>
      <w:r w:rsidR="00EF2041">
        <w:rPr>
          <w:rFonts w:ascii="Arial" w:hAnsi="Arial"/>
          <w:b/>
          <w:color w:val="231F20"/>
          <w:spacing w:val="-1"/>
          <w:sz w:val="24"/>
          <w:lang w:val="de-DE"/>
        </w:rPr>
        <w:t>Bundesfernstraßen</w:t>
      </w:r>
    </w:p>
    <w:p w:rsidR="0057063F" w:rsidRPr="00930EA7" w:rsidRDefault="0057063F">
      <w:pPr>
        <w:jc w:val="center"/>
        <w:rPr>
          <w:rFonts w:ascii="Arial" w:eastAsia="Arial" w:hAnsi="Arial" w:cs="Arial"/>
          <w:sz w:val="24"/>
          <w:szCs w:val="24"/>
          <w:lang w:val="de-DE"/>
        </w:rPr>
        <w:sectPr w:rsidR="0057063F" w:rsidRPr="00930EA7">
          <w:type w:val="continuous"/>
          <w:pgSz w:w="11910" w:h="16840"/>
          <w:pgMar w:top="1360" w:right="1680" w:bottom="280" w:left="1680" w:header="720" w:footer="720" w:gutter="0"/>
          <w:cols w:space="720"/>
        </w:sectPr>
      </w:pPr>
    </w:p>
    <w:p w:rsidR="0057063F" w:rsidRPr="00930EA7" w:rsidRDefault="0057063F">
      <w:pPr>
        <w:spacing w:before="4" w:line="190" w:lineRule="exact"/>
        <w:rPr>
          <w:sz w:val="19"/>
          <w:szCs w:val="19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57063F">
      <w:pPr>
        <w:spacing w:line="200" w:lineRule="exact"/>
        <w:rPr>
          <w:sz w:val="20"/>
          <w:szCs w:val="20"/>
          <w:lang w:val="de-DE"/>
        </w:rPr>
      </w:pPr>
    </w:p>
    <w:p w:rsidR="0057063F" w:rsidRPr="00930EA7" w:rsidRDefault="00C231A7">
      <w:pPr>
        <w:pStyle w:val="Textkrper"/>
        <w:spacing w:line="265" w:lineRule="auto"/>
        <w:ind w:right="587"/>
        <w:jc w:val="both"/>
        <w:rPr>
          <w:lang w:val="de-DE"/>
        </w:rPr>
      </w:pPr>
      <w:r w:rsidRPr="00930EA7">
        <w:rPr>
          <w:color w:val="231F20"/>
          <w:spacing w:val="-1"/>
          <w:lang w:val="de-DE"/>
        </w:rPr>
        <w:t>Das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lang w:val="de-DE"/>
        </w:rPr>
        <w:t>„Handbuch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für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die</w:t>
      </w:r>
      <w:r w:rsidRPr="00930EA7">
        <w:rPr>
          <w:color w:val="231F20"/>
          <w:spacing w:val="27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Vergabe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und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Ausführung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von</w:t>
      </w:r>
      <w:r w:rsidRPr="00930EA7">
        <w:rPr>
          <w:color w:val="231F20"/>
          <w:spacing w:val="27"/>
          <w:lang w:val="de-DE"/>
        </w:rPr>
        <w:t xml:space="preserve"> </w:t>
      </w:r>
      <w:r w:rsidRPr="00930EA7">
        <w:rPr>
          <w:color w:val="231F20"/>
          <w:lang w:val="de-DE"/>
        </w:rPr>
        <w:t>freiberuflichen</w:t>
      </w:r>
      <w:r w:rsidRPr="00930EA7">
        <w:rPr>
          <w:color w:val="231F20"/>
          <w:spacing w:val="26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Leistungen</w:t>
      </w:r>
      <w:r w:rsidRPr="00930EA7">
        <w:rPr>
          <w:color w:val="231F20"/>
          <w:spacing w:val="37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im</w:t>
      </w:r>
      <w:r w:rsidRPr="00930EA7">
        <w:rPr>
          <w:color w:val="231F20"/>
          <w:spacing w:val="2"/>
          <w:lang w:val="de-DE"/>
        </w:rPr>
        <w:t xml:space="preserve"> </w:t>
      </w:r>
      <w:r w:rsidRPr="00930EA7">
        <w:rPr>
          <w:color w:val="231F20"/>
          <w:lang w:val="de-DE"/>
        </w:rPr>
        <w:t>Straßen-</w:t>
      </w:r>
      <w:r w:rsidRPr="00930EA7">
        <w:rPr>
          <w:color w:val="231F20"/>
          <w:spacing w:val="3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und</w:t>
      </w:r>
      <w:r w:rsidRPr="00930EA7">
        <w:rPr>
          <w:color w:val="231F20"/>
          <w:spacing w:val="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Brückenbau“</w:t>
      </w:r>
      <w:r w:rsidRPr="00930EA7">
        <w:rPr>
          <w:color w:val="231F20"/>
          <w:spacing w:val="3"/>
          <w:lang w:val="de-DE"/>
        </w:rPr>
        <w:t xml:space="preserve"> </w:t>
      </w:r>
      <w:r w:rsidRPr="00930EA7">
        <w:rPr>
          <w:color w:val="231F20"/>
          <w:spacing w:val="-3"/>
          <w:lang w:val="de-DE"/>
        </w:rPr>
        <w:t>(HVA</w:t>
      </w:r>
      <w:r w:rsidRPr="00930EA7">
        <w:rPr>
          <w:color w:val="231F20"/>
          <w:spacing w:val="3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F-StB),</w:t>
      </w:r>
      <w:r w:rsidRPr="00930EA7">
        <w:rPr>
          <w:color w:val="231F20"/>
          <w:spacing w:val="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Ausgabe</w:t>
      </w:r>
      <w:r w:rsidRPr="00930EA7">
        <w:rPr>
          <w:color w:val="231F20"/>
          <w:spacing w:val="3"/>
          <w:lang w:val="de-DE"/>
        </w:rPr>
        <w:t xml:space="preserve"> </w:t>
      </w:r>
      <w:r w:rsidR="00A90BD0">
        <w:rPr>
          <w:color w:val="231F20"/>
          <w:spacing w:val="-1"/>
          <w:lang w:val="de-DE"/>
        </w:rPr>
        <w:t>Januar 2021</w:t>
      </w:r>
      <w:r w:rsidRPr="00930EA7">
        <w:rPr>
          <w:color w:val="231F20"/>
          <w:spacing w:val="-6"/>
          <w:lang w:val="de-DE"/>
        </w:rPr>
        <w:t>,</w:t>
      </w:r>
      <w:r w:rsidRPr="00930EA7">
        <w:rPr>
          <w:color w:val="231F20"/>
          <w:spacing w:val="3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wurde</w:t>
      </w:r>
      <w:r w:rsidRPr="00930EA7">
        <w:rPr>
          <w:color w:val="231F20"/>
          <w:spacing w:val="3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auf</w:t>
      </w:r>
      <w:r w:rsidRPr="00930EA7">
        <w:rPr>
          <w:color w:val="231F20"/>
          <w:spacing w:val="-2"/>
          <w:lang w:val="de-DE"/>
        </w:rPr>
        <w:t>gestellt</w:t>
      </w:r>
      <w:r w:rsidRPr="00930EA7">
        <w:rPr>
          <w:color w:val="231F20"/>
          <w:spacing w:val="31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vom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Bundesministerium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für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3"/>
          <w:lang w:val="de-DE"/>
        </w:rPr>
        <w:t>Verkehr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und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digitale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Infrastruktur,</w:t>
      </w:r>
      <w:r w:rsidRPr="00930EA7">
        <w:rPr>
          <w:color w:val="231F20"/>
          <w:spacing w:val="32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Abteilung</w:t>
      </w:r>
      <w:r w:rsidR="00EE6B7F">
        <w:rPr>
          <w:color w:val="231F20"/>
          <w:spacing w:val="-1"/>
          <w:lang w:val="de-DE"/>
        </w:rPr>
        <w:t xml:space="preserve"> </w:t>
      </w:r>
      <w:r w:rsidR="00EF2041">
        <w:rPr>
          <w:color w:val="231F20"/>
          <w:spacing w:val="-1"/>
          <w:lang w:val="de-DE"/>
        </w:rPr>
        <w:t>Bundesfernstraßen</w:t>
      </w:r>
      <w:r w:rsidR="00EF2041" w:rsidRPr="00930EA7">
        <w:rPr>
          <w:color w:val="231F20"/>
          <w:lang w:val="de-DE"/>
        </w:rPr>
        <w:t xml:space="preserve"> </w:t>
      </w:r>
      <w:r w:rsidRPr="00930EA7">
        <w:rPr>
          <w:color w:val="231F20"/>
          <w:lang w:val="de-DE"/>
        </w:rPr>
        <w:t xml:space="preserve">(BMVI, </w:t>
      </w:r>
      <w:r w:rsidRPr="00930EA7">
        <w:rPr>
          <w:color w:val="231F20"/>
          <w:spacing w:val="-1"/>
          <w:lang w:val="de-DE"/>
        </w:rPr>
        <w:t>Abt.</w:t>
      </w:r>
      <w:r w:rsidRPr="00930EA7">
        <w:rPr>
          <w:color w:val="231F20"/>
          <w:spacing w:val="1"/>
          <w:lang w:val="de-DE"/>
        </w:rPr>
        <w:t xml:space="preserve"> </w:t>
      </w:r>
      <w:r w:rsidRPr="00930EA7">
        <w:rPr>
          <w:color w:val="231F20"/>
          <w:spacing w:val="-3"/>
          <w:lang w:val="de-DE"/>
        </w:rPr>
        <w:t>StB)</w:t>
      </w:r>
      <w:r w:rsidRPr="00930EA7">
        <w:rPr>
          <w:color w:val="231F20"/>
          <w:spacing w:val="-1"/>
          <w:lang w:val="de-DE"/>
        </w:rPr>
        <w:t xml:space="preserve"> und</w:t>
      </w:r>
      <w:r w:rsidRPr="00930EA7">
        <w:rPr>
          <w:color w:val="231F20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den</w:t>
      </w:r>
      <w:r w:rsidRPr="00930EA7">
        <w:rPr>
          <w:color w:val="231F20"/>
          <w:spacing w:val="1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Straßenbauverwaltungen</w:t>
      </w:r>
      <w:r w:rsidRPr="00930EA7">
        <w:rPr>
          <w:color w:val="231F20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der</w:t>
      </w:r>
      <w:r w:rsidRPr="00930EA7">
        <w:rPr>
          <w:color w:val="231F20"/>
          <w:spacing w:val="1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Länder</w:t>
      </w:r>
      <w:r w:rsidRPr="00930EA7">
        <w:rPr>
          <w:color w:val="231F20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in</w:t>
      </w:r>
      <w:r w:rsidRPr="00930EA7">
        <w:rPr>
          <w:color w:val="231F20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der</w:t>
      </w:r>
      <w:r w:rsidRPr="00930EA7">
        <w:rPr>
          <w:color w:val="231F20"/>
          <w:spacing w:val="47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Bund/Länder-Dienstbesprechung</w:t>
      </w:r>
      <w:r w:rsidRPr="00930EA7">
        <w:rPr>
          <w:color w:val="231F20"/>
          <w:spacing w:val="-4"/>
          <w:lang w:val="de-DE"/>
        </w:rPr>
        <w:t xml:space="preserve"> </w:t>
      </w:r>
      <w:r w:rsidRPr="00930EA7">
        <w:rPr>
          <w:color w:val="231F20"/>
          <w:lang w:val="de-DE"/>
        </w:rPr>
        <w:t>„Auftragswesen</w:t>
      </w:r>
      <w:r w:rsidRPr="00930EA7">
        <w:rPr>
          <w:color w:val="231F20"/>
          <w:spacing w:val="-4"/>
          <w:lang w:val="de-DE"/>
        </w:rPr>
        <w:t xml:space="preserve"> </w:t>
      </w:r>
      <w:r w:rsidRPr="00930EA7">
        <w:rPr>
          <w:color w:val="231F20"/>
          <w:spacing w:val="-1"/>
          <w:lang w:val="de-DE"/>
        </w:rPr>
        <w:t>im</w:t>
      </w:r>
      <w:r w:rsidRPr="00930EA7">
        <w:rPr>
          <w:color w:val="231F20"/>
          <w:spacing w:val="-3"/>
          <w:lang w:val="de-DE"/>
        </w:rPr>
        <w:t xml:space="preserve"> </w:t>
      </w:r>
      <w:r w:rsidRPr="00930EA7">
        <w:rPr>
          <w:color w:val="231F20"/>
          <w:spacing w:val="-2"/>
          <w:lang w:val="de-DE"/>
        </w:rPr>
        <w:t>Bundes</w:t>
      </w:r>
      <w:r w:rsidR="00EE6B7F">
        <w:rPr>
          <w:color w:val="231F20"/>
          <w:spacing w:val="-2"/>
          <w:lang w:val="de-DE"/>
        </w:rPr>
        <w:softHyphen/>
      </w:r>
      <w:r w:rsidRPr="00930EA7">
        <w:rPr>
          <w:color w:val="231F20"/>
          <w:spacing w:val="-2"/>
          <w:lang w:val="de-DE"/>
        </w:rPr>
        <w:t>fernstraßenbau“.</w:t>
      </w:r>
    </w:p>
    <w:sectPr w:rsidR="0057063F" w:rsidRPr="00930EA7">
      <w:pgSz w:w="11910" w:h="16840"/>
      <w:pgMar w:top="1580" w:right="16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olz, Franka - LASuV Zentrale">
    <w15:presenceInfo w15:providerId="None" w15:userId="Scholz, Franka - LASuV Zentra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3F"/>
    <w:rsid w:val="004B48F3"/>
    <w:rsid w:val="004D1CB8"/>
    <w:rsid w:val="0057063F"/>
    <w:rsid w:val="0067147B"/>
    <w:rsid w:val="00930EA7"/>
    <w:rsid w:val="00A6335E"/>
    <w:rsid w:val="00A710EB"/>
    <w:rsid w:val="00A90BD0"/>
    <w:rsid w:val="00C231A7"/>
    <w:rsid w:val="00C41AB7"/>
    <w:rsid w:val="00DC5847"/>
    <w:rsid w:val="00E6556A"/>
    <w:rsid w:val="00EE6B7F"/>
    <w:rsid w:val="00EF2041"/>
    <w:rsid w:val="00F83F22"/>
    <w:rsid w:val="00FD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9"/>
      <w:ind w:left="1963"/>
      <w:outlineLvl w:val="0"/>
    </w:pPr>
    <w:rPr>
      <w:rFonts w:ascii="Arial" w:eastAsia="Arial" w:hAnsi="Arial"/>
      <w:b/>
      <w:bCs/>
      <w:sz w:val="34"/>
      <w:szCs w:val="34"/>
    </w:rPr>
  </w:style>
  <w:style w:type="paragraph" w:styleId="berschrift2">
    <w:name w:val="heading 2"/>
    <w:basedOn w:val="Standard"/>
    <w:uiPriority w:val="1"/>
    <w:qFormat/>
    <w:pPr>
      <w:ind w:left="2699" w:hanging="124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2"/>
      <w:ind w:left="100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10E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10EB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7147B"/>
    <w:pPr>
      <w:widowControl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9"/>
      <w:ind w:left="1963"/>
      <w:outlineLvl w:val="0"/>
    </w:pPr>
    <w:rPr>
      <w:rFonts w:ascii="Arial" w:eastAsia="Arial" w:hAnsi="Arial"/>
      <w:b/>
      <w:bCs/>
      <w:sz w:val="34"/>
      <w:szCs w:val="34"/>
    </w:rPr>
  </w:style>
  <w:style w:type="paragraph" w:styleId="berschrift2">
    <w:name w:val="heading 2"/>
    <w:basedOn w:val="Standard"/>
    <w:uiPriority w:val="1"/>
    <w:qFormat/>
    <w:pPr>
      <w:ind w:left="2699" w:hanging="124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2"/>
      <w:ind w:left="100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10E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10EB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7147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2505EFCB</Template>
  <TotalTime>0</TotalTime>
  <Pages>2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Innentitel.indd</vt:lpstr>
    </vt:vector>
  </TitlesOfParts>
  <Company>MyCompany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Innentitel.indd</dc:title>
  <dc:creator>Mertensacker, Antje</dc:creator>
  <cp:lastModifiedBy>Pfeifer, Michael</cp:lastModifiedBy>
  <cp:revision>3</cp:revision>
  <dcterms:created xsi:type="dcterms:W3CDTF">2020-12-01T09:38:00Z</dcterms:created>
  <dcterms:modified xsi:type="dcterms:W3CDTF">2020-12-16T13:55:00Z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2015-06-18T00:00:00Z</vt:filetime>
  </property>
  <property fmtid="{D5CDD505-2E9C-101B-9397-08002B2CF9AE}" pid="3" name="LastSaved">
    <vt:filetime>2016-04-13T00:00:00Z</vt:filetime>
  </property>
</Properties>
</file>